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32132F" w:rsidRDefault="00A727C6" w:rsidP="00220383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záchr</w:t>
            </w:r>
            <w:r w:rsidR="00220383">
              <w:rPr>
                <w:b/>
                <w:bCs/>
                <w:caps/>
                <w:color w:val="FF0000"/>
                <w:sz w:val="24"/>
              </w:rPr>
              <w:t>a</w:t>
            </w:r>
            <w:bookmarkStart w:id="0" w:name="_GoBack"/>
            <w:bookmarkEnd w:id="0"/>
            <w:r>
              <w:rPr>
                <w:b/>
                <w:bCs/>
                <w:caps/>
                <w:color w:val="FF0000"/>
                <w:sz w:val="24"/>
              </w:rPr>
              <w:t>nný archeologický výzkum – zahrada panského domu v uherském brodě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A727C6">
                            <w:rPr>
                              <w:b/>
                              <w:szCs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A727C6">
                      <w:rPr>
                        <w:b/>
                        <w:szCs w:val="20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B3394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38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32F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5D2E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2805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2461B"/>
    <w:rsid w:val="00926441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20D04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27C6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8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37E9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8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3DFB9C9</Template>
  <TotalTime>64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42</cp:revision>
  <cp:lastPrinted>2021-05-24T06:24:00Z</cp:lastPrinted>
  <dcterms:created xsi:type="dcterms:W3CDTF">2019-09-19T08:40:00Z</dcterms:created>
  <dcterms:modified xsi:type="dcterms:W3CDTF">2025-06-04T06:08:00Z</dcterms:modified>
</cp:coreProperties>
</file>